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metal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metal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2016-11-11T11:54:00Z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2016-11-11T14:23:00Z</dcterms:modified>
  <cp:revision>3</cp:revision>
  <dc:subject/>
  <dc:title>Druckbogenvorlage polar 35 - combi</dc:title>
</cp:coreProperties>
</file>